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74487FA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E04344">
        <w:rPr>
          <w:lang w:eastAsia="cs-CZ"/>
        </w:rPr>
        <w:t>67327</w:t>
      </w:r>
      <w:r w:rsidR="00ED50B3">
        <w:rPr>
          <w:lang w:eastAsia="cs-CZ"/>
        </w:rPr>
        <w:t>/202</w:t>
      </w:r>
      <w:r w:rsidR="002524E7">
        <w:rPr>
          <w:lang w:eastAsia="cs-CZ"/>
        </w:rPr>
        <w:t>3</w:t>
      </w:r>
      <w:r w:rsidR="00ED50B3">
        <w:rPr>
          <w:lang w:eastAsia="cs-CZ"/>
        </w:rPr>
        <w:t xml:space="preserve">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4541D8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5C01B0">
        <w:rPr>
          <w:rFonts w:eastAsia="Times New Roman" w:cs="Times New Roman"/>
          <w:b/>
          <w:lang w:eastAsia="cs-CZ"/>
        </w:rPr>
        <w:t>34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E04344">
        <w:rPr>
          <w:rFonts w:eastAsia="Times New Roman" w:cs="Times New Roman"/>
          <w:lang w:eastAsia="cs-CZ"/>
        </w:rPr>
        <w:t>67327</w:t>
      </w:r>
      <w:r w:rsidR="00834A4A">
        <w:rPr>
          <w:rFonts w:eastAsia="Times New Roman" w:cs="Times New Roman"/>
          <w:lang w:eastAsia="cs-CZ"/>
        </w:rPr>
        <w:t>/202</w:t>
      </w:r>
      <w:r w:rsidR="002524E7">
        <w:rPr>
          <w:rFonts w:eastAsia="Times New Roman" w:cs="Times New Roman"/>
          <w:lang w:eastAsia="cs-CZ"/>
        </w:rPr>
        <w:t>3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E1928" w14:textId="77777777" w:rsidR="00957638" w:rsidRDefault="00957638" w:rsidP="00962258">
      <w:pPr>
        <w:spacing w:after="0" w:line="240" w:lineRule="auto"/>
      </w:pPr>
      <w:r>
        <w:separator/>
      </w:r>
    </w:p>
  </w:endnote>
  <w:endnote w:type="continuationSeparator" w:id="0">
    <w:p w14:paraId="205E05F7" w14:textId="77777777" w:rsidR="00957638" w:rsidRDefault="009576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C3F8EE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EB7F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96933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8C5B7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2ED7E" w14:textId="77777777" w:rsidR="00957638" w:rsidRDefault="00957638" w:rsidP="00962258">
      <w:pPr>
        <w:spacing w:after="0" w:line="240" w:lineRule="auto"/>
      </w:pPr>
      <w:r>
        <w:separator/>
      </w:r>
    </w:p>
  </w:footnote>
  <w:footnote w:type="continuationSeparator" w:id="0">
    <w:p w14:paraId="450ED0B2" w14:textId="77777777" w:rsidR="00957638" w:rsidRDefault="009576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524E7"/>
    <w:rsid w:val="00255AE8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F5C16"/>
    <w:rsid w:val="00317055"/>
    <w:rsid w:val="00336938"/>
    <w:rsid w:val="00337C49"/>
    <w:rsid w:val="00341DCF"/>
    <w:rsid w:val="00357BC6"/>
    <w:rsid w:val="003956C6"/>
    <w:rsid w:val="003B04CB"/>
    <w:rsid w:val="003B4CFF"/>
    <w:rsid w:val="003F6614"/>
    <w:rsid w:val="004022C8"/>
    <w:rsid w:val="00441430"/>
    <w:rsid w:val="00450F07"/>
    <w:rsid w:val="00453CD3"/>
    <w:rsid w:val="00460660"/>
    <w:rsid w:val="00486107"/>
    <w:rsid w:val="00491827"/>
    <w:rsid w:val="004A4869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3EA7"/>
    <w:rsid w:val="00553375"/>
    <w:rsid w:val="00557C28"/>
    <w:rsid w:val="005736B7"/>
    <w:rsid w:val="00575E5A"/>
    <w:rsid w:val="005C01B0"/>
    <w:rsid w:val="005F1404"/>
    <w:rsid w:val="006039F9"/>
    <w:rsid w:val="0061068E"/>
    <w:rsid w:val="00633D92"/>
    <w:rsid w:val="00660AD3"/>
    <w:rsid w:val="00664499"/>
    <w:rsid w:val="00677B7F"/>
    <w:rsid w:val="006A5570"/>
    <w:rsid w:val="006A689C"/>
    <w:rsid w:val="006B3D79"/>
    <w:rsid w:val="006D52AF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7DD0"/>
    <w:rsid w:val="008145D7"/>
    <w:rsid w:val="00826A86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763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17B5F"/>
    <w:rsid w:val="00C44F6A"/>
    <w:rsid w:val="00C47AE3"/>
    <w:rsid w:val="00C6477B"/>
    <w:rsid w:val="00C93F41"/>
    <w:rsid w:val="00CD1FC4"/>
    <w:rsid w:val="00D21061"/>
    <w:rsid w:val="00D4108E"/>
    <w:rsid w:val="00D6163D"/>
    <w:rsid w:val="00D63FB3"/>
    <w:rsid w:val="00D73D46"/>
    <w:rsid w:val="00D8023F"/>
    <w:rsid w:val="00D831A3"/>
    <w:rsid w:val="00D843DE"/>
    <w:rsid w:val="00D92804"/>
    <w:rsid w:val="00DC75F3"/>
    <w:rsid w:val="00DD46F3"/>
    <w:rsid w:val="00DE56F2"/>
    <w:rsid w:val="00DF09FD"/>
    <w:rsid w:val="00DF116D"/>
    <w:rsid w:val="00E04344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3D73"/>
    <w:rsid w:val="00F34640"/>
    <w:rsid w:val="00F35939"/>
    <w:rsid w:val="00F45607"/>
    <w:rsid w:val="00F5558F"/>
    <w:rsid w:val="00F60A18"/>
    <w:rsid w:val="00F659EB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66F00"/>
    <w:rsid w:val="001B26D6"/>
    <w:rsid w:val="00237D85"/>
    <w:rsid w:val="00403F0C"/>
    <w:rsid w:val="00451C58"/>
    <w:rsid w:val="00455B7D"/>
    <w:rsid w:val="004F7E9F"/>
    <w:rsid w:val="0057685E"/>
    <w:rsid w:val="005D00E4"/>
    <w:rsid w:val="00645D4F"/>
    <w:rsid w:val="006C6789"/>
    <w:rsid w:val="00734D05"/>
    <w:rsid w:val="00766425"/>
    <w:rsid w:val="00915D7A"/>
    <w:rsid w:val="0094226D"/>
    <w:rsid w:val="009A7C8C"/>
    <w:rsid w:val="00A44C17"/>
    <w:rsid w:val="00A70466"/>
    <w:rsid w:val="00A74889"/>
    <w:rsid w:val="00D834C6"/>
    <w:rsid w:val="00D94988"/>
    <w:rsid w:val="00DB6BA2"/>
    <w:rsid w:val="00DD0184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C669A-41E3-4EA6-9E2C-CE11C99D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41</cp:revision>
  <cp:lastPrinted>2023-10-11T07:40:00Z</cp:lastPrinted>
  <dcterms:created xsi:type="dcterms:W3CDTF">2022-02-11T10:59:00Z</dcterms:created>
  <dcterms:modified xsi:type="dcterms:W3CDTF">2023-10-11T07:40:00Z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